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B153C" w14:textId="33939BC3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994010" w14:textId="77777777" w:rsidTr="00146EEC">
        <w:tc>
          <w:tcPr>
            <w:tcW w:w="2689" w:type="dxa"/>
          </w:tcPr>
          <w:p w14:paraId="516A4E0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3F40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52632" w14:paraId="64078203" w14:textId="77777777" w:rsidTr="00146EEC">
        <w:tc>
          <w:tcPr>
            <w:tcW w:w="2689" w:type="dxa"/>
          </w:tcPr>
          <w:p w14:paraId="593BAB69" w14:textId="7464C372" w:rsidR="00952632" w:rsidRPr="00952632" w:rsidRDefault="00952632" w:rsidP="00952632">
            <w:pPr>
              <w:pStyle w:val="SIText"/>
            </w:pPr>
            <w:r w:rsidRPr="00952632">
              <w:t>Release 1</w:t>
            </w:r>
          </w:p>
        </w:tc>
        <w:tc>
          <w:tcPr>
            <w:tcW w:w="6939" w:type="dxa"/>
          </w:tcPr>
          <w:p w14:paraId="612BAFE3" w14:textId="14C286F8" w:rsidR="00952632" w:rsidRPr="00952632" w:rsidRDefault="00952632" w:rsidP="00952632">
            <w:pPr>
              <w:pStyle w:val="SIText"/>
            </w:pPr>
            <w:r w:rsidRPr="00952632">
              <w:t xml:space="preserve">This version released with FBP Food, Beverage and Pharmaceutical Training Package version </w:t>
            </w:r>
            <w:r w:rsidR="007956F9">
              <w:t>6.0</w:t>
            </w:r>
          </w:p>
        </w:tc>
      </w:tr>
    </w:tbl>
    <w:p w14:paraId="0F1392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D9CCB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DB56BB" w14:textId="5D49F760" w:rsidR="00F1480E" w:rsidRPr="000754EC" w:rsidRDefault="00ED7F29" w:rsidP="000754EC">
            <w:pPr>
              <w:pStyle w:val="SIUNITCODE"/>
            </w:pPr>
            <w:r>
              <w:t>FBPHVB3003X</w:t>
            </w:r>
          </w:p>
        </w:tc>
        <w:tc>
          <w:tcPr>
            <w:tcW w:w="3604" w:type="pct"/>
            <w:shd w:val="clear" w:color="auto" w:fill="auto"/>
          </w:tcPr>
          <w:p w14:paraId="059B3F58" w14:textId="49180FBB" w:rsidR="00F1480E" w:rsidRPr="000754EC" w:rsidRDefault="00012008">
            <w:pPr>
              <w:pStyle w:val="SIUnittitle"/>
            </w:pPr>
            <w:r w:rsidRPr="00012008">
              <w:t xml:space="preserve">Operate </w:t>
            </w:r>
            <w:r w:rsidRPr="001119C5">
              <w:t xml:space="preserve">a </w:t>
            </w:r>
            <w:r w:rsidR="00ED7F29" w:rsidRPr="008442DA">
              <w:rPr>
                <w:rStyle w:val="SITemporaryText-red"/>
                <w:color w:val="auto"/>
              </w:rPr>
              <w:t>bread</w:t>
            </w:r>
            <w:r w:rsidR="00ED7F29" w:rsidRPr="001119C5">
              <w:t xml:space="preserve"> </w:t>
            </w:r>
            <w:r w:rsidRPr="001119C5">
              <w:t>dough</w:t>
            </w:r>
            <w:r w:rsidRPr="00012008">
              <w:t xml:space="preserve"> make up process</w:t>
            </w:r>
          </w:p>
        </w:tc>
      </w:tr>
      <w:tr w:rsidR="00F1480E" w:rsidRPr="00963A46" w14:paraId="52F8D2D5" w14:textId="77777777" w:rsidTr="00CA2922">
        <w:tc>
          <w:tcPr>
            <w:tcW w:w="1396" w:type="pct"/>
            <w:shd w:val="clear" w:color="auto" w:fill="auto"/>
          </w:tcPr>
          <w:p w14:paraId="51904A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77C45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95132B3" w14:textId="77777777" w:rsidR="00012008" w:rsidRPr="00012008" w:rsidRDefault="00012008" w:rsidP="00012008">
            <w:pPr>
              <w:pStyle w:val="SIText"/>
            </w:pPr>
            <w:r w:rsidRPr="00012008">
              <w:t>This unit of competency describes the skills and knowledge required to set up, operate, adjust and shut down a dough make up process.</w:t>
            </w:r>
          </w:p>
          <w:p w14:paraId="3B12F0CB" w14:textId="77777777" w:rsidR="00012008" w:rsidRPr="00012008" w:rsidRDefault="00012008" w:rsidP="00012008">
            <w:pPr>
              <w:pStyle w:val="SIText"/>
            </w:pPr>
          </w:p>
          <w:p w14:paraId="60AC67A6" w14:textId="64BBE0BF" w:rsidR="00012008" w:rsidRPr="00012008" w:rsidRDefault="00012008" w:rsidP="00012008">
            <w:pPr>
              <w:pStyle w:val="SIText"/>
            </w:pPr>
            <w:r w:rsidRPr="00012008">
              <w:t>This unit applies to individuals who apply basic operating principles to the operation and monitoring of a dough make up process in a baking production environment</w:t>
            </w:r>
            <w:r w:rsidR="00B42FD0">
              <w:t xml:space="preserve">. </w:t>
            </w:r>
            <w:r w:rsidR="00B42FD0" w:rsidRPr="0007037D">
              <w:t xml:space="preserve">The work includes identifying and providing solutions to routine and some non-routine problems.  </w:t>
            </w:r>
          </w:p>
          <w:p w14:paraId="51112538" w14:textId="77777777" w:rsidR="00012008" w:rsidRPr="00012008" w:rsidRDefault="00012008" w:rsidP="00012008">
            <w:pPr>
              <w:pStyle w:val="SIText"/>
            </w:pPr>
          </w:p>
          <w:p w14:paraId="13AF3FBB" w14:textId="77777777" w:rsidR="00FB63EC" w:rsidRPr="00FB63EC" w:rsidRDefault="00FB63EC" w:rsidP="00FB63EC">
            <w:r w:rsidRPr="00FB63EC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029871D2" w14:textId="77777777" w:rsidR="00012008" w:rsidRPr="00012008" w:rsidRDefault="00012008" w:rsidP="00012008">
            <w:pPr>
              <w:pStyle w:val="SIText"/>
            </w:pPr>
          </w:p>
          <w:p w14:paraId="432815A3" w14:textId="46A032BF" w:rsidR="009B38B7" w:rsidRDefault="00DC10B9" w:rsidP="00DC10B9">
            <w:pPr>
              <w:pStyle w:val="SIText"/>
            </w:pPr>
            <w:r w:rsidRPr="00DC10B9">
              <w:t xml:space="preserve">No </w:t>
            </w:r>
            <w:r w:rsidR="00FB63EC">
              <w:t xml:space="preserve">occupational </w:t>
            </w:r>
            <w:r w:rsidRPr="00DC10B9">
              <w:t>licensing, legislative or certification requirements apply to this unit at the time of publication</w:t>
            </w:r>
          </w:p>
          <w:p w14:paraId="3BC0152A" w14:textId="3EDD6BE3" w:rsidR="00373436" w:rsidRPr="000754EC" w:rsidRDefault="00373436" w:rsidP="00112256">
            <w:pPr>
              <w:pStyle w:val="SIText"/>
            </w:pPr>
          </w:p>
        </w:tc>
      </w:tr>
      <w:tr w:rsidR="00F1480E" w:rsidRPr="00963A46" w14:paraId="7314E48E" w14:textId="77777777" w:rsidTr="00CA2922">
        <w:tc>
          <w:tcPr>
            <w:tcW w:w="1396" w:type="pct"/>
            <w:shd w:val="clear" w:color="auto" w:fill="auto"/>
          </w:tcPr>
          <w:p w14:paraId="2EBD28C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9D1DCEB" w14:textId="183EB2C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9DA2AD0" w14:textId="77777777" w:rsidTr="00CA2922">
        <w:tc>
          <w:tcPr>
            <w:tcW w:w="1396" w:type="pct"/>
            <w:shd w:val="clear" w:color="auto" w:fill="auto"/>
          </w:tcPr>
          <w:p w14:paraId="03911CD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DAED2BA" w14:textId="77777777" w:rsidR="00FB63EC" w:rsidRPr="00FB63EC" w:rsidRDefault="00FB63EC" w:rsidP="00FB63EC">
            <w:r w:rsidRPr="00FB63EC">
              <w:t>High volume baking (HVB)</w:t>
            </w:r>
          </w:p>
          <w:p w14:paraId="710C2451" w14:textId="79A41263" w:rsidR="00F1480E" w:rsidRPr="000754EC" w:rsidRDefault="00F1480E" w:rsidP="000754EC">
            <w:pPr>
              <w:pStyle w:val="SIText"/>
            </w:pPr>
          </w:p>
        </w:tc>
      </w:tr>
    </w:tbl>
    <w:p w14:paraId="41A963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540DE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A525C0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A266F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E6F2DA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4A7504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BEC3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12008" w:rsidRPr="00963A46" w14:paraId="37515B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F4502B" w14:textId="559F345E" w:rsidR="00012008" w:rsidRPr="00012008" w:rsidRDefault="00012008" w:rsidP="00012008">
            <w:pPr>
              <w:pStyle w:val="SIText"/>
            </w:pPr>
            <w:r w:rsidRPr="00012008">
              <w:t>1. Prepare divider, rounder, moulder, panning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30A4063" w14:textId="77777777" w:rsidR="00012008" w:rsidRPr="00012008" w:rsidRDefault="00012008" w:rsidP="00012008">
            <w:r w:rsidRPr="00012008">
              <w:t>1.1 Confirm availability of dough to meet operating requirements</w:t>
            </w:r>
          </w:p>
          <w:p w14:paraId="0D14A376" w14:textId="77777777" w:rsidR="007956F9" w:rsidRPr="007956F9" w:rsidRDefault="007956F9" w:rsidP="007956F9">
            <w:pPr>
              <w:pStyle w:val="SIText"/>
            </w:pPr>
            <w:r w:rsidRPr="00993241">
              <w:t>1.</w:t>
            </w:r>
            <w:r w:rsidRPr="007956F9">
              <w:t xml:space="preserve">2 Select, fit and use personal protective equipment and clothing </w:t>
            </w:r>
          </w:p>
          <w:p w14:paraId="6BCFA16F" w14:textId="77777777" w:rsidR="007956F9" w:rsidRPr="007956F9" w:rsidRDefault="007956F9" w:rsidP="007956F9">
            <w:pPr>
              <w:pStyle w:val="SIText"/>
            </w:pPr>
            <w:r w:rsidRPr="00993241">
              <w:t>1.</w:t>
            </w:r>
            <w:r w:rsidRPr="007956F9">
              <w:t>3 Identify and confirm cleaning and maintenance requirements have been met according to health, safety and food safety procedures</w:t>
            </w:r>
          </w:p>
          <w:p w14:paraId="45428F86" w14:textId="77777777" w:rsidR="00012008" w:rsidRPr="00012008" w:rsidRDefault="00012008" w:rsidP="00012008">
            <w:r w:rsidRPr="00012008">
              <w:t>1.4 Fit and adjust machine components and related attachments</w:t>
            </w:r>
          </w:p>
          <w:p w14:paraId="2588EBF0" w14:textId="77777777" w:rsidR="00012008" w:rsidRPr="00012008" w:rsidRDefault="00012008" w:rsidP="00012008">
            <w:r w:rsidRPr="00012008">
              <w:t>1.5 Enter processing and operating parameters to meet safety and production requirements</w:t>
            </w:r>
          </w:p>
          <w:p w14:paraId="6DB441E8" w14:textId="76747F3E" w:rsidR="00012008" w:rsidRPr="00012008" w:rsidRDefault="00012008" w:rsidP="00012008">
            <w:pPr>
              <w:pStyle w:val="SIText"/>
            </w:pPr>
            <w:r w:rsidRPr="00012008">
              <w:t>1.</w:t>
            </w:r>
            <w:r w:rsidR="007956F9">
              <w:t>6</w:t>
            </w:r>
            <w:r w:rsidR="007956F9" w:rsidRPr="00012008">
              <w:t xml:space="preserve"> </w:t>
            </w:r>
            <w:r w:rsidRPr="00012008">
              <w:t>Carry out pre-start checks according to workplace requirements</w:t>
            </w:r>
          </w:p>
        </w:tc>
      </w:tr>
      <w:tr w:rsidR="00012008" w:rsidRPr="00963A46" w14:paraId="1526FD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356DE2" w14:textId="6E425885" w:rsidR="00012008" w:rsidRPr="00012008" w:rsidRDefault="00012008" w:rsidP="00012008">
            <w:pPr>
              <w:pStyle w:val="SIText"/>
            </w:pPr>
            <w:r w:rsidRPr="00012008">
              <w:t xml:space="preserve">2. Operate and monitor </w:t>
            </w:r>
            <w:r w:rsidR="007956F9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07CA73B5" w14:textId="77777777" w:rsidR="00012008" w:rsidRPr="00012008" w:rsidRDefault="00012008" w:rsidP="00012008">
            <w:r w:rsidRPr="00012008">
              <w:t>2.1 Start and operate the dough make up process according to workplace procedures</w:t>
            </w:r>
          </w:p>
          <w:p w14:paraId="7CC59CA0" w14:textId="77777777" w:rsidR="00012008" w:rsidRPr="00012008" w:rsidRDefault="00012008" w:rsidP="00012008">
            <w:r w:rsidRPr="00012008">
              <w:t>2.2 Monitor equipment operation and identify variations in operating conditions</w:t>
            </w:r>
          </w:p>
          <w:p w14:paraId="441696F8" w14:textId="0AEDF6EF" w:rsidR="00012008" w:rsidRPr="00012008" w:rsidRDefault="00012008" w:rsidP="00012008">
            <w:r w:rsidRPr="00012008">
              <w:t>2.</w:t>
            </w:r>
            <w:r w:rsidR="003E2544">
              <w:t>3</w:t>
            </w:r>
            <w:r w:rsidR="003E2544" w:rsidRPr="00012008">
              <w:t xml:space="preserve"> </w:t>
            </w:r>
            <w:r w:rsidRPr="00012008">
              <w:t xml:space="preserve">Monitor process </w:t>
            </w:r>
            <w:r w:rsidR="007956F9">
              <w:t xml:space="preserve">and test samples to </w:t>
            </w:r>
            <w:r w:rsidRPr="00012008">
              <w:t>confirm dough pieces meet required specifications</w:t>
            </w:r>
          </w:p>
          <w:p w14:paraId="31AA70DA" w14:textId="6626E6B9" w:rsidR="00012008" w:rsidRPr="00012008" w:rsidRDefault="00012008" w:rsidP="00012008">
            <w:r w:rsidRPr="00012008">
              <w:t>2.</w:t>
            </w:r>
            <w:r w:rsidR="003E2544">
              <w:t>4</w:t>
            </w:r>
            <w:r w:rsidR="003E2544" w:rsidRPr="00012008">
              <w:t xml:space="preserve"> </w:t>
            </w:r>
            <w:r w:rsidRPr="00012008">
              <w:t>Identify, rectify or report products that fail to meet specifications</w:t>
            </w:r>
          </w:p>
          <w:p w14:paraId="72B81CFB" w14:textId="7D6E2501" w:rsidR="00012008" w:rsidRPr="00012008" w:rsidRDefault="00012008" w:rsidP="00012008">
            <w:r w:rsidRPr="00012008">
              <w:t>2.</w:t>
            </w:r>
            <w:r w:rsidR="003E2544">
              <w:t>5</w:t>
            </w:r>
            <w:r w:rsidR="003E2544" w:rsidRPr="00012008">
              <w:t xml:space="preserve"> </w:t>
            </w:r>
            <w:r w:rsidRPr="00012008">
              <w:t>Maintain work area and conduct activities according to housekeeping standards, food safety and workplace environmental guidelines</w:t>
            </w:r>
          </w:p>
          <w:p w14:paraId="67C53FA1" w14:textId="058E982B" w:rsidR="00012008" w:rsidRPr="00012008" w:rsidRDefault="00012008" w:rsidP="00012008">
            <w:pPr>
              <w:pStyle w:val="SIText"/>
            </w:pPr>
            <w:r w:rsidRPr="00012008">
              <w:t>2.</w:t>
            </w:r>
            <w:r w:rsidR="003E2544">
              <w:t>6</w:t>
            </w:r>
            <w:r w:rsidR="003E2544" w:rsidRPr="00012008">
              <w:t xml:space="preserve"> </w:t>
            </w:r>
            <w:r w:rsidRPr="00012008">
              <w:t>Maintain workplace records in required format</w:t>
            </w:r>
          </w:p>
        </w:tc>
      </w:tr>
      <w:tr w:rsidR="00012008" w:rsidRPr="00963A46" w14:paraId="1E4CFD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47908A" w14:textId="7CF29B8E" w:rsidR="00012008" w:rsidRPr="00012008" w:rsidRDefault="00012008" w:rsidP="00012008">
            <w:pPr>
              <w:pStyle w:val="SIText"/>
            </w:pPr>
            <w:r w:rsidRPr="00012008">
              <w:t>3. Shut down the dough make up process</w:t>
            </w:r>
          </w:p>
        </w:tc>
        <w:tc>
          <w:tcPr>
            <w:tcW w:w="3604" w:type="pct"/>
            <w:shd w:val="clear" w:color="auto" w:fill="auto"/>
          </w:tcPr>
          <w:p w14:paraId="690815A5" w14:textId="77777777" w:rsidR="00012008" w:rsidRPr="00012008" w:rsidRDefault="00012008" w:rsidP="00012008">
            <w:r w:rsidRPr="00012008">
              <w:t>3.1 Identify appropriate shutdown procedures</w:t>
            </w:r>
          </w:p>
          <w:p w14:paraId="76334BC8" w14:textId="77777777" w:rsidR="00012008" w:rsidRPr="00012008" w:rsidRDefault="00012008" w:rsidP="00012008">
            <w:r w:rsidRPr="00012008">
              <w:t>3.2 Shut down and clean process according to workplace procedures</w:t>
            </w:r>
          </w:p>
          <w:p w14:paraId="0280B283" w14:textId="28EF3DA1" w:rsidR="00012008" w:rsidRPr="00012008" w:rsidRDefault="00012008" w:rsidP="00012008">
            <w:pPr>
              <w:pStyle w:val="SIText"/>
            </w:pPr>
            <w:r w:rsidRPr="00012008">
              <w:t>3.3 Identify and report maintenance requirements and report according to workplace procedures</w:t>
            </w:r>
          </w:p>
        </w:tc>
      </w:tr>
      <w:tr w:rsidR="00C57AC5" w:rsidRPr="00963A46" w14:paraId="092E8368" w14:textId="77777777" w:rsidTr="008442DA">
        <w:trPr>
          <w:cantSplit/>
          <w:trHeight w:val="361"/>
        </w:trPr>
        <w:tc>
          <w:tcPr>
            <w:tcW w:w="1396" w:type="pct"/>
            <w:shd w:val="clear" w:color="auto" w:fill="auto"/>
          </w:tcPr>
          <w:p w14:paraId="0E764B51" w14:textId="05B55B76" w:rsidR="00C57AC5" w:rsidRPr="00C57AC5" w:rsidRDefault="00C57AC5" w:rsidP="00C57AC5">
            <w:pPr>
              <w:pStyle w:val="SIText"/>
            </w:pPr>
            <w:bookmarkStart w:id="1" w:name="_Hlk54704178"/>
            <w:r>
              <w:t>4</w:t>
            </w:r>
            <w:r w:rsidRPr="00C57AC5">
              <w:t>. Recognise and correct common faults</w:t>
            </w:r>
          </w:p>
        </w:tc>
        <w:tc>
          <w:tcPr>
            <w:tcW w:w="3604" w:type="pct"/>
            <w:shd w:val="clear" w:color="auto" w:fill="auto"/>
          </w:tcPr>
          <w:p w14:paraId="6B3417FF" w14:textId="3C378F29" w:rsidR="00C57AC5" w:rsidRPr="00C57AC5" w:rsidRDefault="00C57AC5" w:rsidP="00C57AC5">
            <w:pPr>
              <w:pStyle w:val="SIText"/>
            </w:pPr>
            <w:r>
              <w:t>4.1</w:t>
            </w:r>
            <w:r w:rsidRPr="00C57AC5">
              <w:t xml:space="preserve"> Test </w:t>
            </w:r>
            <w:r>
              <w:t>bread dough</w:t>
            </w:r>
            <w:r w:rsidRPr="00C57AC5">
              <w:t xml:space="preserve"> to ensure it meets specifications</w:t>
            </w:r>
          </w:p>
          <w:p w14:paraId="5FF1DF55" w14:textId="7AE60AFC" w:rsidR="00C57AC5" w:rsidRPr="00C57AC5" w:rsidRDefault="00C57AC5" w:rsidP="00C57AC5">
            <w:pPr>
              <w:pStyle w:val="SIText"/>
            </w:pPr>
            <w:r>
              <w:t>4.2</w:t>
            </w:r>
            <w:r w:rsidRPr="00C57AC5">
              <w:t xml:space="preserve"> Identify cause of </w:t>
            </w:r>
            <w:r>
              <w:t xml:space="preserve">typical </w:t>
            </w:r>
            <w:r w:rsidRPr="00C57AC5">
              <w:t>fault</w:t>
            </w:r>
            <w:r>
              <w:t xml:space="preserve"> and how it would be rectified </w:t>
            </w:r>
            <w:r w:rsidRPr="00C57AC5">
              <w:t>according to workplace requirements</w:t>
            </w:r>
          </w:p>
          <w:p w14:paraId="5D11A687" w14:textId="4D394331" w:rsidR="00C57AC5" w:rsidRPr="00C57AC5" w:rsidRDefault="00C57AC5" w:rsidP="00C57AC5">
            <w:pPr>
              <w:pStyle w:val="SIText"/>
            </w:pPr>
            <w:r>
              <w:t>4.3</w:t>
            </w:r>
            <w:r w:rsidRPr="00C57AC5">
              <w:t xml:space="preserve"> Discard faulty product according to workplace and environmental guidelines</w:t>
            </w:r>
          </w:p>
        </w:tc>
      </w:tr>
      <w:bookmarkEnd w:id="1"/>
    </w:tbl>
    <w:p w14:paraId="73286E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47B67AD" w14:textId="77777777" w:rsidTr="00CA2922">
        <w:trPr>
          <w:tblHeader/>
        </w:trPr>
        <w:tc>
          <w:tcPr>
            <w:tcW w:w="5000" w:type="pct"/>
            <w:gridSpan w:val="2"/>
          </w:tcPr>
          <w:p w14:paraId="711D0638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18488A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61B56B5" w14:textId="77777777" w:rsidTr="00CA2922">
        <w:trPr>
          <w:tblHeader/>
        </w:trPr>
        <w:tc>
          <w:tcPr>
            <w:tcW w:w="1396" w:type="pct"/>
          </w:tcPr>
          <w:p w14:paraId="1D453F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9292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12008" w:rsidRPr="00336FCA" w:rsidDel="00423CB2" w14:paraId="530B4590" w14:textId="77777777" w:rsidTr="00CA2922">
        <w:tc>
          <w:tcPr>
            <w:tcW w:w="1396" w:type="pct"/>
          </w:tcPr>
          <w:p w14:paraId="595437B8" w14:textId="745CA6E6" w:rsidR="00012008" w:rsidRPr="00012008" w:rsidRDefault="00012008" w:rsidP="00012008">
            <w:pPr>
              <w:pStyle w:val="SIText"/>
              <w:rPr>
                <w:rStyle w:val="SITemporaryText-red"/>
              </w:rPr>
            </w:pPr>
            <w:r w:rsidRPr="00012008">
              <w:t>Reading</w:t>
            </w:r>
          </w:p>
        </w:tc>
        <w:tc>
          <w:tcPr>
            <w:tcW w:w="3604" w:type="pct"/>
          </w:tcPr>
          <w:p w14:paraId="0EEA715A" w14:textId="4127183B" w:rsidR="00012008" w:rsidRPr="00012008" w:rsidRDefault="00012008" w:rsidP="00012008">
            <w:pPr>
              <w:pStyle w:val="SIBulletList1"/>
              <w:rPr>
                <w:rStyle w:val="SITemporaryText-red"/>
                <w:rFonts w:eastAsia="Calibri"/>
              </w:rPr>
            </w:pPr>
            <w:r w:rsidRPr="00012008">
              <w:t xml:space="preserve">Interpret standard operating procedures and directions for the safe operation of equipment </w:t>
            </w:r>
          </w:p>
        </w:tc>
      </w:tr>
      <w:tr w:rsidR="00012008" w:rsidRPr="00336FCA" w:rsidDel="00423CB2" w14:paraId="29D6E43F" w14:textId="77777777" w:rsidTr="00CA2922">
        <w:tc>
          <w:tcPr>
            <w:tcW w:w="1396" w:type="pct"/>
          </w:tcPr>
          <w:p w14:paraId="7278842B" w14:textId="5E6EB5DB" w:rsidR="00012008" w:rsidRPr="00012008" w:rsidRDefault="00012008" w:rsidP="00012008">
            <w:pPr>
              <w:pStyle w:val="SIText"/>
              <w:rPr>
                <w:rStyle w:val="SITemporaryText-red"/>
              </w:rPr>
            </w:pPr>
            <w:r w:rsidRPr="00012008">
              <w:t>Writing</w:t>
            </w:r>
          </w:p>
        </w:tc>
        <w:tc>
          <w:tcPr>
            <w:tcW w:w="3604" w:type="pct"/>
          </w:tcPr>
          <w:p w14:paraId="1473642E" w14:textId="62533E05" w:rsidR="00012008" w:rsidRPr="00012008" w:rsidRDefault="007956F9" w:rsidP="00012008">
            <w:pPr>
              <w:pStyle w:val="SIBulletList1"/>
              <w:rPr>
                <w:rStyle w:val="SITemporaryText-red"/>
                <w:rFonts w:eastAsia="Calibri"/>
              </w:rPr>
            </w:pPr>
            <w:r w:rsidRPr="00405481">
              <w:t xml:space="preserve">Complete processing records using </w:t>
            </w:r>
            <w:r w:rsidRPr="007956F9">
              <w:t>digital and/or paper-based formats</w:t>
            </w:r>
          </w:p>
        </w:tc>
      </w:tr>
      <w:tr w:rsidR="00012008" w:rsidRPr="00336FCA" w:rsidDel="00423CB2" w14:paraId="1DDC230C" w14:textId="77777777" w:rsidTr="00CA2922">
        <w:tc>
          <w:tcPr>
            <w:tcW w:w="1396" w:type="pct"/>
          </w:tcPr>
          <w:p w14:paraId="33FF0CD2" w14:textId="1FBCD7F9" w:rsidR="00012008" w:rsidRPr="00012008" w:rsidRDefault="00012008" w:rsidP="00012008">
            <w:pPr>
              <w:pStyle w:val="SIText"/>
              <w:rPr>
                <w:rStyle w:val="SITemporaryText-red"/>
              </w:rPr>
            </w:pPr>
            <w:r w:rsidRPr="00012008">
              <w:t>Numeracy</w:t>
            </w:r>
          </w:p>
        </w:tc>
        <w:tc>
          <w:tcPr>
            <w:tcW w:w="3604" w:type="pct"/>
          </w:tcPr>
          <w:p w14:paraId="2B797E35" w14:textId="77777777" w:rsidR="00012008" w:rsidRPr="00012008" w:rsidRDefault="00012008" w:rsidP="00012008">
            <w:pPr>
              <w:pStyle w:val="SIBulletList1"/>
            </w:pPr>
            <w:r w:rsidRPr="00012008">
              <w:t>Confirm pre-start check including divider speed, weight setting and oil supply</w:t>
            </w:r>
          </w:p>
          <w:p w14:paraId="5A9B9626" w14:textId="2E7F3E3A" w:rsidR="00012008" w:rsidRPr="00012008" w:rsidRDefault="00012008" w:rsidP="00012008">
            <w:pPr>
              <w:pStyle w:val="SIBulletList1"/>
              <w:rPr>
                <w:rStyle w:val="SITemporaryText-red"/>
                <w:rFonts w:eastAsia="Calibri"/>
              </w:rPr>
            </w:pPr>
            <w:r w:rsidRPr="00012008">
              <w:t>Confirm dough weight</w:t>
            </w:r>
            <w:r w:rsidR="007956F9">
              <w:t xml:space="preserve"> (g, kg)</w:t>
            </w:r>
            <w:r w:rsidRPr="00012008">
              <w:t xml:space="preserve"> size </w:t>
            </w:r>
            <w:r w:rsidR="007956F9">
              <w:t xml:space="preserve">(mm) </w:t>
            </w:r>
            <w:r w:rsidRPr="00012008">
              <w:t>and shape remain within specifications</w:t>
            </w:r>
          </w:p>
        </w:tc>
      </w:tr>
    </w:tbl>
    <w:p w14:paraId="28146B4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C250D1" w14:textId="77777777" w:rsidTr="00F33FF2">
        <w:tc>
          <w:tcPr>
            <w:tcW w:w="5000" w:type="pct"/>
            <w:gridSpan w:val="4"/>
          </w:tcPr>
          <w:p w14:paraId="488A32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115D97" w14:textId="77777777" w:rsidTr="00F33FF2">
        <w:tc>
          <w:tcPr>
            <w:tcW w:w="1028" w:type="pct"/>
          </w:tcPr>
          <w:p w14:paraId="51A35C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3206B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1392B1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36240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12008" w14:paraId="1A002549" w14:textId="77777777" w:rsidTr="00F33FF2">
        <w:tc>
          <w:tcPr>
            <w:tcW w:w="1028" w:type="pct"/>
          </w:tcPr>
          <w:p w14:paraId="33CB1274" w14:textId="7B4FDEAB" w:rsidR="00012008" w:rsidRPr="00012008" w:rsidRDefault="00ED7F29" w:rsidP="00012008">
            <w:pPr>
              <w:pStyle w:val="SIText"/>
            </w:pPr>
            <w:r w:rsidRPr="00012008">
              <w:t>FBP</w:t>
            </w:r>
            <w:r>
              <w:t>HVB</w:t>
            </w:r>
            <w:r w:rsidRPr="00012008">
              <w:t>3003</w:t>
            </w:r>
            <w:r>
              <w:t>X</w:t>
            </w:r>
            <w:r w:rsidRPr="00012008">
              <w:t xml:space="preserve"> </w:t>
            </w:r>
            <w:r w:rsidR="00012008" w:rsidRPr="00012008">
              <w:t xml:space="preserve">Operate a </w:t>
            </w:r>
            <w:r w:rsidR="00B42FD0">
              <w:t xml:space="preserve">bread </w:t>
            </w:r>
            <w:r w:rsidR="00012008" w:rsidRPr="00012008">
              <w:t>dough make up process</w:t>
            </w:r>
          </w:p>
        </w:tc>
        <w:tc>
          <w:tcPr>
            <w:tcW w:w="1105" w:type="pct"/>
          </w:tcPr>
          <w:p w14:paraId="108FAFBB" w14:textId="421E36D0" w:rsidR="00012008" w:rsidRPr="00012008" w:rsidRDefault="007956F9" w:rsidP="00012008">
            <w:pPr>
              <w:pStyle w:val="SIText"/>
            </w:pPr>
            <w:r w:rsidRPr="00012008">
              <w:t xml:space="preserve">FBPPBK3003 </w:t>
            </w:r>
            <w:r w:rsidR="00012008" w:rsidRPr="00012008">
              <w:t>Operate a dough make up process</w:t>
            </w:r>
          </w:p>
        </w:tc>
        <w:tc>
          <w:tcPr>
            <w:tcW w:w="1251" w:type="pct"/>
          </w:tcPr>
          <w:p w14:paraId="0B2E4A76" w14:textId="5609266B" w:rsidR="007956F9" w:rsidRPr="007956F9" w:rsidRDefault="007956F9" w:rsidP="007956F9">
            <w:pPr>
              <w:pStyle w:val="SIText"/>
            </w:pPr>
            <w:r w:rsidRPr="00B472C8">
              <w:t xml:space="preserve">Unit </w:t>
            </w:r>
            <w:r w:rsidRPr="007956F9">
              <w:t xml:space="preserve">code </w:t>
            </w:r>
            <w:r w:rsidR="00C57AC5">
              <w:t xml:space="preserve">and title </w:t>
            </w:r>
            <w:r w:rsidRPr="007956F9">
              <w:t xml:space="preserve">updated </w:t>
            </w:r>
          </w:p>
          <w:p w14:paraId="09EB568E" w14:textId="77777777" w:rsidR="007956F9" w:rsidRPr="00B472C8" w:rsidRDefault="007956F9" w:rsidP="007956F9">
            <w:pPr>
              <w:pStyle w:val="SIText"/>
            </w:pPr>
          </w:p>
          <w:p w14:paraId="24643637" w14:textId="3F975DFC" w:rsidR="007956F9" w:rsidRDefault="007956F9" w:rsidP="007956F9">
            <w:pPr>
              <w:pStyle w:val="SIText"/>
            </w:pPr>
            <w:r w:rsidRPr="00B472C8">
              <w:t>Minor changes to Performance Criteria to clarify intent</w:t>
            </w:r>
          </w:p>
          <w:p w14:paraId="2CFD5CF2" w14:textId="0EE385EF" w:rsidR="00C57AC5" w:rsidRDefault="00C57AC5" w:rsidP="007956F9">
            <w:pPr>
              <w:pStyle w:val="SIText"/>
            </w:pPr>
          </w:p>
          <w:p w14:paraId="172719FD" w14:textId="77777777" w:rsidR="00C57AC5" w:rsidRPr="00C57AC5" w:rsidRDefault="00C57AC5" w:rsidP="00C57AC5">
            <w:pPr>
              <w:pStyle w:val="SIText"/>
            </w:pPr>
            <w:r>
              <w:t>Element 4 added</w:t>
            </w:r>
          </w:p>
          <w:p w14:paraId="3380B166" w14:textId="77777777" w:rsidR="007956F9" w:rsidRPr="00B472C8" w:rsidRDefault="007956F9" w:rsidP="007956F9">
            <w:pPr>
              <w:pStyle w:val="SIText"/>
            </w:pPr>
          </w:p>
          <w:p w14:paraId="6B227297" w14:textId="77777777" w:rsidR="007956F9" w:rsidRPr="007956F9" w:rsidRDefault="007956F9" w:rsidP="007956F9">
            <w:r w:rsidRPr="00B472C8">
              <w:t>Foundation skills refined</w:t>
            </w:r>
          </w:p>
          <w:p w14:paraId="2392F136" w14:textId="77777777" w:rsidR="007956F9" w:rsidRPr="00B472C8" w:rsidRDefault="007956F9" w:rsidP="007956F9"/>
          <w:p w14:paraId="573C5CE3" w14:textId="77777777" w:rsidR="007956F9" w:rsidRPr="007956F9" w:rsidRDefault="007956F9" w:rsidP="007956F9">
            <w:r w:rsidRPr="00B472C8">
              <w:t>Performance Evidence clarified</w:t>
            </w:r>
          </w:p>
          <w:p w14:paraId="41C45A1D" w14:textId="77777777" w:rsidR="007956F9" w:rsidRPr="00B472C8" w:rsidRDefault="007956F9" w:rsidP="007956F9"/>
          <w:p w14:paraId="24C1E8B9" w14:textId="77777777" w:rsidR="007956F9" w:rsidRPr="007956F9" w:rsidRDefault="007956F9" w:rsidP="007956F9">
            <w:r w:rsidRPr="00B472C8">
              <w:t xml:space="preserve">Minor changes to Knowledge Evidence and </w:t>
            </w:r>
            <w:r w:rsidRPr="007956F9">
              <w:t>Assessment Conditions</w:t>
            </w:r>
          </w:p>
          <w:p w14:paraId="73554643" w14:textId="1C29AA99" w:rsidR="00012008" w:rsidRPr="00012008" w:rsidRDefault="00012008" w:rsidP="00012008">
            <w:pPr>
              <w:pStyle w:val="SIText"/>
            </w:pPr>
          </w:p>
        </w:tc>
        <w:tc>
          <w:tcPr>
            <w:tcW w:w="1616" w:type="pct"/>
          </w:tcPr>
          <w:p w14:paraId="2975746C" w14:textId="2928F814" w:rsidR="00012008" w:rsidRPr="00012008" w:rsidRDefault="00C57AC5" w:rsidP="00012008">
            <w:pPr>
              <w:pStyle w:val="SIText"/>
            </w:pPr>
            <w:r>
              <w:t>Not e</w:t>
            </w:r>
            <w:r w:rsidRPr="00012008">
              <w:t>quivalent</w:t>
            </w:r>
          </w:p>
        </w:tc>
      </w:tr>
    </w:tbl>
    <w:p w14:paraId="2D4F97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72C01B" w14:textId="77777777" w:rsidTr="00CA2922">
        <w:tc>
          <w:tcPr>
            <w:tcW w:w="1396" w:type="pct"/>
            <w:shd w:val="clear" w:color="auto" w:fill="auto"/>
          </w:tcPr>
          <w:p w14:paraId="61712E0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280E8E0" w14:textId="7332A944" w:rsidR="00F1480E" w:rsidRPr="00952632" w:rsidRDefault="00520E9A" w:rsidP="00952632">
            <w:pPr>
              <w:pStyle w:val="SIText"/>
            </w:pPr>
            <w:r w:rsidRPr="00952632">
              <w:t xml:space="preserve">Companion Volumes, including Implementation </w:t>
            </w:r>
            <w:r w:rsidR="00346FDC" w:rsidRPr="00952632">
              <w:t xml:space="preserve">Guides, are available at </w:t>
            </w:r>
            <w:proofErr w:type="spellStart"/>
            <w:r w:rsidR="00346FDC" w:rsidRPr="00952632">
              <w:t>VETNet</w:t>
            </w:r>
            <w:proofErr w:type="spellEnd"/>
            <w:r w:rsidR="00346FDC" w:rsidRPr="00952632">
              <w:t xml:space="preserve">: </w:t>
            </w:r>
            <w:hyperlink r:id="rId11" w:history="1">
              <w:r w:rsidR="00952632" w:rsidRPr="00952632">
                <w:t>https://vetnet.gov.au/Pages/TrainingDocs.aspx?q=78b15323-cd38-483e-aad7-1159b570a5c4</w:t>
              </w:r>
            </w:hyperlink>
            <w:r w:rsidR="00952632" w:rsidRPr="00952632">
              <w:t xml:space="preserve"> </w:t>
            </w:r>
          </w:p>
        </w:tc>
      </w:tr>
    </w:tbl>
    <w:p w14:paraId="7B408068" w14:textId="77777777" w:rsidR="00F1480E" w:rsidRDefault="00F1480E" w:rsidP="005F771F">
      <w:pPr>
        <w:pStyle w:val="SIText"/>
      </w:pPr>
    </w:p>
    <w:p w14:paraId="748B03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A88809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0896A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8875304" w14:textId="198B64F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D7F29" w:rsidRPr="00012008">
              <w:t>FBP</w:t>
            </w:r>
            <w:r w:rsidR="00ED7F29">
              <w:t>HVB</w:t>
            </w:r>
            <w:r w:rsidR="00ED7F29" w:rsidRPr="00012008">
              <w:t>3003</w:t>
            </w:r>
            <w:r w:rsidR="00ED7F29">
              <w:t>X</w:t>
            </w:r>
            <w:r w:rsidR="00ED7F29" w:rsidRPr="00012008">
              <w:t xml:space="preserve"> </w:t>
            </w:r>
            <w:r w:rsidR="00012008" w:rsidRPr="00012008">
              <w:t xml:space="preserve">Operate a </w:t>
            </w:r>
            <w:r w:rsidR="00B42FD0">
              <w:t xml:space="preserve">bread </w:t>
            </w:r>
            <w:r w:rsidR="00012008" w:rsidRPr="00012008">
              <w:t>dough make up process</w:t>
            </w:r>
          </w:p>
        </w:tc>
      </w:tr>
      <w:tr w:rsidR="00556C4C" w:rsidRPr="00A55106" w14:paraId="299C304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1BA0D4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F18FC5D" w14:textId="77777777" w:rsidTr="00113678">
        <w:tc>
          <w:tcPr>
            <w:tcW w:w="5000" w:type="pct"/>
            <w:gridSpan w:val="2"/>
            <w:shd w:val="clear" w:color="auto" w:fill="auto"/>
          </w:tcPr>
          <w:p w14:paraId="55B01BD8" w14:textId="77777777" w:rsidR="00012008" w:rsidRDefault="00012008" w:rsidP="0001200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012008">
              <w:t xml:space="preserve">An individual demonstrating competency must satisfy </w:t>
            </w:r>
            <w:proofErr w:type="gramStart"/>
            <w:r w:rsidRPr="00012008">
              <w:t>all of</w:t>
            </w:r>
            <w:proofErr w:type="gramEnd"/>
            <w:r w:rsidRPr="00012008">
              <w:t xml:space="preserve"> the elements and performance criteria in this </w:t>
            </w:r>
          </w:p>
          <w:p w14:paraId="2CC43EA3" w14:textId="328FE77B" w:rsidR="00012008" w:rsidRPr="00012008" w:rsidRDefault="00012008" w:rsidP="0001200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012008">
              <w:t>unit.</w:t>
            </w:r>
          </w:p>
          <w:p w14:paraId="7FA3CE06" w14:textId="77777777" w:rsidR="00012008" w:rsidRPr="00012008" w:rsidRDefault="00012008" w:rsidP="00012008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A23C214" w14:textId="13AC6E3C" w:rsidR="00012008" w:rsidRPr="00012008" w:rsidRDefault="00012008" w:rsidP="00012008">
            <w:pPr>
              <w:pStyle w:val="SIBulletList1"/>
              <w:numPr>
                <w:ilvl w:val="0"/>
                <w:numId w:val="0"/>
              </w:numPr>
            </w:pPr>
            <w:r w:rsidRPr="00012008">
              <w:t>There must be evidence that the individual has</w:t>
            </w:r>
            <w:r w:rsidR="007956F9">
              <w:t xml:space="preserve"> operated a dough make up process to produce at least one batch of product to meet specifications, </w:t>
            </w:r>
            <w:r w:rsidRPr="00012008">
              <w:t>including:</w:t>
            </w:r>
          </w:p>
          <w:p w14:paraId="61C515CA" w14:textId="77777777" w:rsidR="007956F9" w:rsidRPr="007956F9" w:rsidRDefault="007956F9" w:rsidP="007956F9">
            <w:pPr>
              <w:pStyle w:val="SIBulletList1"/>
            </w:pPr>
            <w:r>
              <w:t>applying safe work practices</w:t>
            </w:r>
          </w:p>
          <w:p w14:paraId="60E1DA72" w14:textId="77777777" w:rsidR="007956F9" w:rsidRPr="007956F9" w:rsidRDefault="007956F9" w:rsidP="007956F9">
            <w:pPr>
              <w:pStyle w:val="SIBulletList1"/>
            </w:pPr>
            <w:r>
              <w:t xml:space="preserve">applying </w:t>
            </w:r>
            <w:r w:rsidRPr="007956F9">
              <w:t>food safety procedures to work practices</w:t>
            </w:r>
          </w:p>
          <w:p w14:paraId="306207FE" w14:textId="3EF597F3" w:rsidR="00012008" w:rsidRPr="00012008" w:rsidRDefault="00012008" w:rsidP="00012008">
            <w:pPr>
              <w:pStyle w:val="SIBulletList1"/>
            </w:pPr>
            <w:r w:rsidRPr="00012008">
              <w:t>conduct</w:t>
            </w:r>
            <w:r w:rsidR="007956F9">
              <w:t>ing</w:t>
            </w:r>
            <w:r w:rsidRPr="00012008">
              <w:t xml:space="preserve"> inspections to confirm process conforms to specifications including:</w:t>
            </w:r>
          </w:p>
          <w:p w14:paraId="3BD95C89" w14:textId="77777777" w:rsidR="00012008" w:rsidRPr="00012008" w:rsidRDefault="00012008" w:rsidP="008442DA">
            <w:pPr>
              <w:pStyle w:val="SIBulletList2"/>
            </w:pPr>
            <w:r w:rsidRPr="00012008">
              <w:t>dough height in hopper</w:t>
            </w:r>
          </w:p>
          <w:p w14:paraId="1CBFD5A1" w14:textId="77777777" w:rsidR="00012008" w:rsidRPr="00012008" w:rsidRDefault="00012008" w:rsidP="00012008">
            <w:pPr>
              <w:pStyle w:val="SIBulletList2"/>
            </w:pPr>
            <w:r w:rsidRPr="00012008">
              <w:t>dough weight</w:t>
            </w:r>
          </w:p>
          <w:p w14:paraId="06733D82" w14:textId="77777777" w:rsidR="00012008" w:rsidRPr="00012008" w:rsidRDefault="00012008" w:rsidP="00012008">
            <w:pPr>
              <w:pStyle w:val="SIBulletList2"/>
            </w:pPr>
            <w:r w:rsidRPr="00012008">
              <w:t>oil flow to divider</w:t>
            </w:r>
          </w:p>
          <w:p w14:paraId="0E0B6AAA" w14:textId="77777777" w:rsidR="00012008" w:rsidRPr="00012008" w:rsidRDefault="00012008" w:rsidP="00012008">
            <w:pPr>
              <w:pStyle w:val="SIBulletList2"/>
            </w:pPr>
            <w:r w:rsidRPr="00012008">
              <w:t>size and shape of dough piece</w:t>
            </w:r>
          </w:p>
          <w:p w14:paraId="6707A557" w14:textId="77777777" w:rsidR="00012008" w:rsidRPr="00012008" w:rsidRDefault="00012008" w:rsidP="00012008">
            <w:pPr>
              <w:pStyle w:val="SIBulletList2"/>
            </w:pPr>
            <w:r w:rsidRPr="00012008">
              <w:t>skin formation during intermediate proof</w:t>
            </w:r>
          </w:p>
          <w:p w14:paraId="2B5EF38B" w14:textId="77777777" w:rsidR="00012008" w:rsidRPr="00012008" w:rsidRDefault="00012008" w:rsidP="00012008">
            <w:pPr>
              <w:pStyle w:val="SIBulletList2"/>
            </w:pPr>
            <w:r w:rsidRPr="00012008">
              <w:t>presence of 'doubles'</w:t>
            </w:r>
          </w:p>
          <w:p w14:paraId="74B1D56A" w14:textId="77777777" w:rsidR="00012008" w:rsidRPr="00012008" w:rsidRDefault="00012008" w:rsidP="00012008">
            <w:pPr>
              <w:pStyle w:val="SIBulletList2"/>
            </w:pPr>
            <w:r w:rsidRPr="00012008">
              <w:t>process variables such as time, temperature and humidity</w:t>
            </w:r>
          </w:p>
          <w:p w14:paraId="65552D01" w14:textId="1E9A81FB" w:rsidR="00012008" w:rsidRPr="00012008" w:rsidRDefault="00012008" w:rsidP="00012008">
            <w:pPr>
              <w:pStyle w:val="SIBulletList1"/>
            </w:pPr>
            <w:r w:rsidRPr="00012008">
              <w:t>taking corrective action in response to results that fail to meet specifications</w:t>
            </w:r>
            <w:r w:rsidR="007956F9">
              <w:t>.</w:t>
            </w:r>
          </w:p>
          <w:p w14:paraId="0AC83EAC" w14:textId="0CF8F039" w:rsidR="00952632" w:rsidRPr="000754EC" w:rsidRDefault="00952632" w:rsidP="008442DA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C96583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1561A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C4484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5C9A96" w14:textId="77777777" w:rsidTr="00CA2922">
        <w:tc>
          <w:tcPr>
            <w:tcW w:w="5000" w:type="pct"/>
            <w:shd w:val="clear" w:color="auto" w:fill="auto"/>
          </w:tcPr>
          <w:p w14:paraId="77E200C9" w14:textId="77777777" w:rsidR="00012008" w:rsidRDefault="00012008" w:rsidP="0001200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012008">
              <w:t xml:space="preserve">An individual must be able to demonstrate the knowledge required to perform the tasks outlined in the </w:t>
            </w:r>
          </w:p>
          <w:p w14:paraId="4801E021" w14:textId="1A382B4E" w:rsidR="00012008" w:rsidRPr="00012008" w:rsidRDefault="00012008" w:rsidP="0001200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012008">
              <w:t>elements and performance criteria of this unit. This includes knowledge of:</w:t>
            </w:r>
          </w:p>
          <w:p w14:paraId="21C9283D" w14:textId="77777777" w:rsidR="00012008" w:rsidRPr="00012008" w:rsidRDefault="00012008" w:rsidP="00012008">
            <w:pPr>
              <w:pStyle w:val="SIBulletList1"/>
            </w:pPr>
            <w:r w:rsidRPr="00012008">
              <w:t>the purpose and basic principles of each stage of the dough make up process</w:t>
            </w:r>
          </w:p>
          <w:p w14:paraId="3D197EF5" w14:textId="231027F4" w:rsidR="00012008" w:rsidRDefault="00012008" w:rsidP="00012008">
            <w:pPr>
              <w:pStyle w:val="SIBulletList1"/>
            </w:pPr>
            <w:r w:rsidRPr="00012008">
              <w:t>basic operating principles of equipment including main equipment components, status and purpose of guards, equipment operating capacities and applications, and the purpose and location of sensors and related feedback instrumentation</w:t>
            </w:r>
          </w:p>
          <w:p w14:paraId="59A56247" w14:textId="77777777" w:rsidR="007956F9" w:rsidRPr="007956F9" w:rsidRDefault="007956F9" w:rsidP="007956F9">
            <w:pPr>
              <w:pStyle w:val="SIBulletList1"/>
            </w:pPr>
            <w:r w:rsidRPr="005153A8">
              <w:t>good manufacturing practices (GMP) relevant to work task</w:t>
            </w:r>
          </w:p>
          <w:p w14:paraId="16284BD5" w14:textId="77777777" w:rsidR="00012008" w:rsidRPr="00012008" w:rsidRDefault="00012008" w:rsidP="00012008">
            <w:pPr>
              <w:pStyle w:val="SIBulletList1"/>
            </w:pPr>
            <w:r w:rsidRPr="00012008">
              <w:t xml:space="preserve">flow of the dough </w:t>
            </w:r>
            <w:proofErr w:type="gramStart"/>
            <w:r w:rsidRPr="00012008">
              <w:t>make</w:t>
            </w:r>
            <w:proofErr w:type="gramEnd"/>
            <w:r w:rsidRPr="00012008">
              <w:t xml:space="preserve"> up process and the effect of outputs on downstream processes</w:t>
            </w:r>
          </w:p>
          <w:p w14:paraId="22F1E127" w14:textId="77777777" w:rsidR="00012008" w:rsidRPr="00012008" w:rsidRDefault="00012008" w:rsidP="00012008">
            <w:pPr>
              <w:pStyle w:val="SIBulletList1"/>
            </w:pPr>
            <w:r w:rsidRPr="00012008">
              <w:t>effect of process variables including time, temperature and humidity on process stages</w:t>
            </w:r>
          </w:p>
          <w:p w14:paraId="3457668B" w14:textId="77777777" w:rsidR="00012008" w:rsidRPr="00012008" w:rsidRDefault="00012008" w:rsidP="00012008">
            <w:pPr>
              <w:pStyle w:val="SIBulletList1"/>
            </w:pPr>
            <w:r w:rsidRPr="00012008">
              <w:t>procedures for carrying out pre-start checks, including:</w:t>
            </w:r>
          </w:p>
          <w:p w14:paraId="1805A004" w14:textId="77777777" w:rsidR="00012008" w:rsidRPr="00012008" w:rsidRDefault="00012008" w:rsidP="00012008">
            <w:pPr>
              <w:pStyle w:val="SIBulletList2"/>
            </w:pPr>
            <w:r w:rsidRPr="00012008">
              <w:t>divider speed, weight setting and oil supply</w:t>
            </w:r>
          </w:p>
          <w:p w14:paraId="2AD871CD" w14:textId="77777777" w:rsidR="00012008" w:rsidRPr="00012008" w:rsidRDefault="00012008" w:rsidP="00012008">
            <w:pPr>
              <w:pStyle w:val="SIBulletList2"/>
            </w:pPr>
            <w:r w:rsidRPr="00012008">
              <w:t>air flow from fans in rounder</w:t>
            </w:r>
          </w:p>
          <w:p w14:paraId="4C928FBA" w14:textId="77777777" w:rsidR="00012008" w:rsidRPr="00012008" w:rsidRDefault="00012008" w:rsidP="00012008">
            <w:pPr>
              <w:pStyle w:val="SIBulletList2"/>
            </w:pPr>
            <w:r w:rsidRPr="00012008">
              <w:t>intermediate proving process airflow</w:t>
            </w:r>
          </w:p>
          <w:p w14:paraId="2DA0ACA3" w14:textId="77777777" w:rsidR="00012008" w:rsidRPr="00012008" w:rsidRDefault="00012008" w:rsidP="00012008">
            <w:pPr>
              <w:pStyle w:val="SIBulletList2"/>
            </w:pPr>
            <w:r w:rsidRPr="00012008">
              <w:t>moulding process settings, including sheeting, sealing board height and width, four piecing and roller adjustments</w:t>
            </w:r>
          </w:p>
          <w:p w14:paraId="080BA96F" w14:textId="77777777" w:rsidR="00012008" w:rsidRPr="00012008" w:rsidRDefault="00012008" w:rsidP="00012008">
            <w:pPr>
              <w:pStyle w:val="SIBulletList2"/>
            </w:pPr>
            <w:r w:rsidRPr="00012008">
              <w:t>panning process settings, including side guides, sealing board, knives, folders and side belts</w:t>
            </w:r>
          </w:p>
          <w:p w14:paraId="426FADFD" w14:textId="77777777" w:rsidR="00012008" w:rsidRPr="00012008" w:rsidRDefault="00012008" w:rsidP="00012008">
            <w:pPr>
              <w:pStyle w:val="SIBulletList1"/>
            </w:pPr>
            <w:r w:rsidRPr="00012008">
              <w:t>effect of process stages including moulding on dough structure</w:t>
            </w:r>
          </w:p>
          <w:p w14:paraId="51729242" w14:textId="77777777" w:rsidR="00012008" w:rsidRPr="00012008" w:rsidRDefault="00012008" w:rsidP="00012008">
            <w:pPr>
              <w:pStyle w:val="SIBulletList1"/>
            </w:pPr>
            <w:r w:rsidRPr="00012008">
              <w:t>quality characteristics to be achieved by the dough make up process</w:t>
            </w:r>
          </w:p>
          <w:p w14:paraId="3361D587" w14:textId="77777777" w:rsidR="00012008" w:rsidRPr="00012008" w:rsidRDefault="00012008" w:rsidP="00012008">
            <w:pPr>
              <w:pStyle w:val="SIBulletList1"/>
            </w:pPr>
            <w:r w:rsidRPr="00012008">
              <w:t>quality requirements of materials and effects of variation on the dough make up process</w:t>
            </w:r>
          </w:p>
          <w:p w14:paraId="4B4976EE" w14:textId="77777777" w:rsidR="00012008" w:rsidRPr="00012008" w:rsidRDefault="00012008" w:rsidP="00012008">
            <w:pPr>
              <w:pStyle w:val="SIBulletList1"/>
            </w:pPr>
            <w:r w:rsidRPr="00012008">
              <w:t>operating requirements and parameters and corrective action required if operation falls outside specified operating parameters</w:t>
            </w:r>
          </w:p>
          <w:p w14:paraId="5C646EF6" w14:textId="77777777" w:rsidR="00012008" w:rsidRPr="00012008" w:rsidRDefault="00012008" w:rsidP="00012008">
            <w:pPr>
              <w:pStyle w:val="SIBulletList1"/>
            </w:pPr>
            <w:r w:rsidRPr="00012008">
              <w:t>typical equipment faults and related causes, including signs and symptoms of faulty equipment and early warning signs of potential problems</w:t>
            </w:r>
          </w:p>
          <w:p w14:paraId="1401BFCB" w14:textId="77777777" w:rsidR="00012008" w:rsidRPr="00012008" w:rsidRDefault="00012008" w:rsidP="00012008">
            <w:pPr>
              <w:pStyle w:val="SIBulletList1"/>
            </w:pPr>
            <w:r w:rsidRPr="00012008">
              <w:t>methods of monitoring dough make up process, such as inspecting, measuring and testing as required</w:t>
            </w:r>
          </w:p>
          <w:p w14:paraId="22277BDB" w14:textId="77777777" w:rsidR="00012008" w:rsidRPr="00012008" w:rsidRDefault="00012008" w:rsidP="00012008">
            <w:pPr>
              <w:pStyle w:val="SIBulletList1"/>
            </w:pPr>
            <w:r w:rsidRPr="00012008">
              <w:t>inspection or test points (control points) in dough make up process and the related procedures and requirements</w:t>
            </w:r>
          </w:p>
          <w:p w14:paraId="6CAD7C92" w14:textId="20A3DB6A" w:rsidR="007956F9" w:rsidRPr="007956F9" w:rsidRDefault="007956F9" w:rsidP="007956F9">
            <w:pPr>
              <w:pStyle w:val="SIBulletList1"/>
            </w:pPr>
            <w:r w:rsidRPr="009E0683">
              <w:t>contamination</w:t>
            </w:r>
            <w:r w:rsidRPr="007956F9">
              <w:t xml:space="preserve">/cross contamination, cross contact allergen risks and food safety risks associated with dough </w:t>
            </w:r>
            <w:r>
              <w:t xml:space="preserve">make up </w:t>
            </w:r>
            <w:r w:rsidRPr="007956F9">
              <w:t>and related control measures</w:t>
            </w:r>
          </w:p>
          <w:p w14:paraId="7A23B7EB" w14:textId="4E7D0F9D" w:rsidR="00012008" w:rsidRPr="00012008" w:rsidRDefault="00012008" w:rsidP="00012008">
            <w:pPr>
              <w:pStyle w:val="SIBulletList1"/>
            </w:pPr>
            <w:r w:rsidRPr="00012008">
              <w:t>health and safety hazards and controls relevant to the work process, including the limitations of personal protective equipment</w:t>
            </w:r>
          </w:p>
          <w:p w14:paraId="4753AD7A" w14:textId="77777777" w:rsidR="00012008" w:rsidRPr="00012008" w:rsidRDefault="00012008" w:rsidP="00012008">
            <w:pPr>
              <w:pStyle w:val="SIBulletList1"/>
            </w:pPr>
            <w:r w:rsidRPr="00012008">
              <w:t>requirements of different shutdowns and workplace production requirements, including emergency and routine shutdowns and procedures to follow in the event of a power outage</w:t>
            </w:r>
          </w:p>
          <w:p w14:paraId="715E0898" w14:textId="77777777" w:rsidR="00012008" w:rsidRPr="00012008" w:rsidRDefault="00012008" w:rsidP="00012008">
            <w:pPr>
              <w:pStyle w:val="SIBulletList1"/>
            </w:pPr>
            <w:r w:rsidRPr="00012008">
              <w:t>isolation, lock out or tag out procedures and responsibilities</w:t>
            </w:r>
          </w:p>
          <w:p w14:paraId="3F7CACB9" w14:textId="77E3085E" w:rsidR="00012008" w:rsidRPr="00012008" w:rsidRDefault="00012008" w:rsidP="00012008">
            <w:pPr>
              <w:pStyle w:val="SIBulletList1"/>
            </w:pPr>
            <w:r w:rsidRPr="00012008">
              <w:t>cleaning and sanitation procedures</w:t>
            </w:r>
            <w:r w:rsidR="007956F9">
              <w:t xml:space="preserve"> for workspace and equipment</w:t>
            </w:r>
          </w:p>
          <w:p w14:paraId="2CFB18A3" w14:textId="77777777" w:rsidR="00012008" w:rsidRPr="00012008" w:rsidRDefault="00012008" w:rsidP="00012008">
            <w:pPr>
              <w:pStyle w:val="SIBulletList1"/>
            </w:pPr>
            <w:r w:rsidRPr="00012008">
              <w:lastRenderedPageBreak/>
              <w:t>procedures and responsibility for reporting production and performance information</w:t>
            </w:r>
          </w:p>
          <w:p w14:paraId="4E9202C9" w14:textId="77777777" w:rsidR="007956F9" w:rsidRDefault="00012008" w:rsidP="00012008">
            <w:pPr>
              <w:pStyle w:val="SIBulletList1"/>
            </w:pPr>
            <w:r w:rsidRPr="00012008">
              <w:t>environmental issues and controls relevant to the dough make up process, including waste collection and handling procedures related to the process</w:t>
            </w:r>
          </w:p>
          <w:p w14:paraId="5B6BD1CD" w14:textId="04059D3F" w:rsidR="00952632" w:rsidRPr="000754EC" w:rsidRDefault="007956F9" w:rsidP="00012008">
            <w:pPr>
              <w:pStyle w:val="SIBulletList1"/>
            </w:pPr>
            <w:r>
              <w:t xml:space="preserve">procedures to track </w:t>
            </w:r>
            <w:r w:rsidRPr="007956F9">
              <w:t>traceability of product.</w:t>
            </w:r>
          </w:p>
        </w:tc>
      </w:tr>
    </w:tbl>
    <w:p w14:paraId="45A342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E441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4122E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2ACC26" w14:textId="77777777" w:rsidTr="00CA2922">
        <w:tc>
          <w:tcPr>
            <w:tcW w:w="5000" w:type="pct"/>
            <w:shd w:val="clear" w:color="auto" w:fill="auto"/>
          </w:tcPr>
          <w:p w14:paraId="2DF79B0A" w14:textId="207781FA" w:rsidR="007956F9" w:rsidRPr="00012008" w:rsidRDefault="00012008" w:rsidP="008442DA">
            <w:pPr>
              <w:pStyle w:val="SIText"/>
            </w:pPr>
            <w:r w:rsidRPr="00012008">
              <w:t xml:space="preserve">Assessment of the skills in this unit of competency must take place under the following conditions: </w:t>
            </w:r>
          </w:p>
          <w:p w14:paraId="4B368E89" w14:textId="77777777" w:rsidR="00012008" w:rsidRPr="00012008" w:rsidRDefault="00012008">
            <w:pPr>
              <w:pStyle w:val="SIBulletList1"/>
            </w:pPr>
            <w:r w:rsidRPr="00012008">
              <w:t>physical conditions:</w:t>
            </w:r>
          </w:p>
          <w:p w14:paraId="01AB47F0" w14:textId="77777777" w:rsidR="007956F9" w:rsidRPr="007956F9" w:rsidRDefault="007956F9" w:rsidP="008442DA">
            <w:pPr>
              <w:pStyle w:val="SIBulletList2"/>
            </w:pPr>
            <w:r w:rsidRPr="007956F9">
              <w:t xml:space="preserve">a </w:t>
            </w:r>
            <w:proofErr w:type="gramStart"/>
            <w:r w:rsidRPr="007956F9">
              <w:t>high volume</w:t>
            </w:r>
            <w:proofErr w:type="gramEnd"/>
            <w:r w:rsidRPr="007956F9">
              <w:t xml:space="preserve"> production bakery or an environment that accurately represents workplace conditions</w:t>
            </w:r>
          </w:p>
          <w:p w14:paraId="3394D37B" w14:textId="77777777" w:rsidR="00012008" w:rsidRPr="00012008" w:rsidRDefault="00012008" w:rsidP="007956F9">
            <w:pPr>
              <w:pStyle w:val="SIBulletList1"/>
            </w:pPr>
            <w:r w:rsidRPr="00012008">
              <w:t>resources, equipment and materials:</w:t>
            </w:r>
          </w:p>
          <w:p w14:paraId="3DCC72D1" w14:textId="77777777" w:rsidR="007956F9" w:rsidRPr="007956F9" w:rsidRDefault="007956F9" w:rsidP="007956F9">
            <w:pPr>
              <w:pStyle w:val="SIBulletList2"/>
            </w:pPr>
            <w:r w:rsidRPr="00012008">
              <w:t>dough to be processed</w:t>
            </w:r>
          </w:p>
          <w:p w14:paraId="6F81DC7D" w14:textId="2064E172" w:rsidR="00012008" w:rsidRPr="00012008" w:rsidRDefault="00012008" w:rsidP="008442DA">
            <w:pPr>
              <w:pStyle w:val="SIBulletList2"/>
            </w:pPr>
            <w:r w:rsidRPr="00012008">
              <w:t xml:space="preserve">personal protective </w:t>
            </w:r>
            <w:r w:rsidR="007956F9">
              <w:t xml:space="preserve">clothing and </w:t>
            </w:r>
            <w:r w:rsidRPr="00012008">
              <w:t>equipment</w:t>
            </w:r>
          </w:p>
          <w:p w14:paraId="63F49A33" w14:textId="761A845E" w:rsidR="00012008" w:rsidRPr="00012008" w:rsidRDefault="00012008" w:rsidP="008442DA">
            <w:pPr>
              <w:pStyle w:val="SIBulletList2"/>
            </w:pPr>
            <w:r w:rsidRPr="00012008">
              <w:t xml:space="preserve">dough make up and transfer equipment and </w:t>
            </w:r>
            <w:r w:rsidR="007956F9">
              <w:t xml:space="preserve">related </w:t>
            </w:r>
            <w:r w:rsidRPr="00012008">
              <w:t>services</w:t>
            </w:r>
          </w:p>
          <w:p w14:paraId="20F21560" w14:textId="77777777" w:rsidR="00012008" w:rsidRPr="00012008" w:rsidRDefault="00012008" w:rsidP="007956F9">
            <w:pPr>
              <w:pStyle w:val="SIBulletList1"/>
            </w:pPr>
            <w:r w:rsidRPr="00012008">
              <w:t>specifications:</w:t>
            </w:r>
          </w:p>
          <w:p w14:paraId="40FCFD3D" w14:textId="77777777" w:rsidR="007956F9" w:rsidRPr="007956F9" w:rsidRDefault="007956F9" w:rsidP="007956F9">
            <w:pPr>
              <w:pStyle w:val="SIBulletList2"/>
            </w:pPr>
            <w:r w:rsidRPr="00012008">
              <w:t xml:space="preserve">production schedule and batch </w:t>
            </w:r>
            <w:r w:rsidRPr="007956F9">
              <w:t>instructions</w:t>
            </w:r>
          </w:p>
          <w:p w14:paraId="022AB9E7" w14:textId="77777777" w:rsidR="00012008" w:rsidRPr="00012008" w:rsidRDefault="00012008" w:rsidP="008442DA">
            <w:pPr>
              <w:pStyle w:val="SIBulletList2"/>
            </w:pPr>
            <w:r w:rsidRPr="00012008">
              <w:t>work procedures, including advice on safe work practices, food safety, quality, cleaning and environmental requirements</w:t>
            </w:r>
          </w:p>
          <w:p w14:paraId="3C2A84F8" w14:textId="77777777" w:rsidR="00012008" w:rsidRPr="00012008" w:rsidRDefault="00012008" w:rsidP="008442DA">
            <w:pPr>
              <w:pStyle w:val="SIBulletList2"/>
            </w:pPr>
            <w:r w:rsidRPr="00012008">
              <w:t>information on equipment capacity and operating parameters</w:t>
            </w:r>
          </w:p>
          <w:p w14:paraId="0791DE42" w14:textId="646DE248" w:rsidR="00012008" w:rsidRPr="00012008" w:rsidRDefault="00012008" w:rsidP="008442DA">
            <w:pPr>
              <w:pStyle w:val="SIBulletList2"/>
            </w:pPr>
            <w:r w:rsidRPr="00012008">
              <w:t>sampling schedules and test procedures and equipment</w:t>
            </w:r>
            <w:r w:rsidR="007956F9">
              <w:t>.</w:t>
            </w:r>
          </w:p>
          <w:p w14:paraId="5DFFC389" w14:textId="77777777" w:rsidR="00012008" w:rsidRDefault="00012008" w:rsidP="00012008">
            <w:pPr>
              <w:pStyle w:val="SIText"/>
            </w:pPr>
          </w:p>
          <w:p w14:paraId="66B483A2" w14:textId="12BFAA95" w:rsidR="00952632" w:rsidRPr="000754EC" w:rsidRDefault="00012008" w:rsidP="00012008">
            <w:pPr>
              <w:pStyle w:val="SIText"/>
              <w:rPr>
                <w:rFonts w:eastAsia="Calibri"/>
              </w:rPr>
            </w:pPr>
            <w:r w:rsidRPr="0001200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2E68F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2297067" w14:textId="77777777" w:rsidTr="004679E3">
        <w:tc>
          <w:tcPr>
            <w:tcW w:w="990" w:type="pct"/>
            <w:shd w:val="clear" w:color="auto" w:fill="auto"/>
          </w:tcPr>
          <w:p w14:paraId="0222600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C9A16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14228F2" w14:textId="15BFAD07" w:rsidR="00F1480E" w:rsidRPr="000754EC" w:rsidRDefault="00FC1291" w:rsidP="000754EC">
            <w:pPr>
              <w:pStyle w:val="SIText"/>
            </w:pPr>
            <w:hyperlink r:id="rId12" w:history="1">
              <w:r w:rsidR="00952632" w:rsidRPr="00751C58">
                <w:t>https://vetnet.gov.au/Pages/TrainingDocs.aspx?q=78b15323-cd38-483e-aad7-1159b570a5c4</w:t>
              </w:r>
            </w:hyperlink>
            <w:r w:rsidR="00952632">
              <w:t xml:space="preserve"> </w:t>
            </w:r>
          </w:p>
        </w:tc>
      </w:tr>
    </w:tbl>
    <w:p w14:paraId="6ACA0AD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27504" w14:textId="77777777" w:rsidR="00FC1291" w:rsidRDefault="00FC1291" w:rsidP="00BF3F0A">
      <w:r>
        <w:separator/>
      </w:r>
    </w:p>
    <w:p w14:paraId="7F301C4D" w14:textId="77777777" w:rsidR="00FC1291" w:rsidRDefault="00FC1291"/>
  </w:endnote>
  <w:endnote w:type="continuationSeparator" w:id="0">
    <w:p w14:paraId="5BAF7C52" w14:textId="77777777" w:rsidR="00FC1291" w:rsidRDefault="00FC1291" w:rsidP="00BF3F0A">
      <w:r>
        <w:continuationSeparator/>
      </w:r>
    </w:p>
    <w:p w14:paraId="76412F2D" w14:textId="77777777" w:rsidR="00FC1291" w:rsidRDefault="00FC12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92401B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61EA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387591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277C0" w14:textId="77777777" w:rsidR="00FC1291" w:rsidRDefault="00FC1291" w:rsidP="00BF3F0A">
      <w:r>
        <w:separator/>
      </w:r>
    </w:p>
    <w:p w14:paraId="1908C743" w14:textId="77777777" w:rsidR="00FC1291" w:rsidRDefault="00FC1291"/>
  </w:footnote>
  <w:footnote w:type="continuationSeparator" w:id="0">
    <w:p w14:paraId="6DDBF0A4" w14:textId="77777777" w:rsidR="00FC1291" w:rsidRDefault="00FC1291" w:rsidP="00BF3F0A">
      <w:r>
        <w:continuationSeparator/>
      </w:r>
    </w:p>
    <w:p w14:paraId="29ABA43D" w14:textId="77777777" w:rsidR="00FC1291" w:rsidRDefault="00FC12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F43DE" w14:textId="668EDC1D" w:rsidR="009C2650" w:rsidRPr="00012008" w:rsidRDefault="00ED7F29" w:rsidP="00012008">
    <w:r w:rsidRPr="00012008">
      <w:rPr>
        <w:lang w:eastAsia="en-US"/>
      </w:rPr>
      <w:t>FBP</w:t>
    </w:r>
    <w:r>
      <w:t>HVB</w:t>
    </w:r>
    <w:r w:rsidRPr="00012008">
      <w:rPr>
        <w:lang w:eastAsia="en-US"/>
      </w:rPr>
      <w:t>3003</w:t>
    </w:r>
    <w:r>
      <w:t>X</w:t>
    </w:r>
    <w:r w:rsidRPr="00012008">
      <w:rPr>
        <w:lang w:eastAsia="en-US"/>
      </w:rPr>
      <w:t xml:space="preserve"> </w:t>
    </w:r>
    <w:r w:rsidR="00012008" w:rsidRPr="00012008">
      <w:rPr>
        <w:lang w:eastAsia="en-US"/>
      </w:rPr>
      <w:t xml:space="preserve">Operate a </w:t>
    </w:r>
    <w:r w:rsidR="00B42FD0">
      <w:t xml:space="preserve">bread </w:t>
    </w:r>
    <w:r w:rsidR="00012008" w:rsidRPr="00012008">
      <w:rPr>
        <w:lang w:eastAsia="en-US"/>
      </w:rPr>
      <w:t>dough make up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D9C68AD"/>
    <w:multiLevelType w:val="multilevel"/>
    <w:tmpl w:val="0FB872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52C477D7"/>
    <w:multiLevelType w:val="multilevel"/>
    <w:tmpl w:val="75A00F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0E12F5"/>
    <w:multiLevelType w:val="multilevel"/>
    <w:tmpl w:val="0AFCBD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C45300"/>
    <w:multiLevelType w:val="multilevel"/>
    <w:tmpl w:val="CD5CD3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632"/>
    <w:rsid w:val="000014B9"/>
    <w:rsid w:val="00005A15"/>
    <w:rsid w:val="0001108F"/>
    <w:rsid w:val="000115E2"/>
    <w:rsid w:val="00012008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4574"/>
    <w:rsid w:val="000D2AF3"/>
    <w:rsid w:val="000E25E6"/>
    <w:rsid w:val="000E2C86"/>
    <w:rsid w:val="000F29F2"/>
    <w:rsid w:val="00101659"/>
    <w:rsid w:val="00105AEA"/>
    <w:rsid w:val="001078BF"/>
    <w:rsid w:val="001119C5"/>
    <w:rsid w:val="00112256"/>
    <w:rsid w:val="00125704"/>
    <w:rsid w:val="001302F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79F5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2544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FCD"/>
    <w:rsid w:val="00513B6F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9EE"/>
    <w:rsid w:val="005A3AA5"/>
    <w:rsid w:val="005A6C9C"/>
    <w:rsid w:val="005A74DC"/>
    <w:rsid w:val="005B5146"/>
    <w:rsid w:val="005D1AFD"/>
    <w:rsid w:val="005E51E6"/>
    <w:rsid w:val="005F027A"/>
    <w:rsid w:val="005F33CC"/>
    <w:rsid w:val="005F439C"/>
    <w:rsid w:val="005F771F"/>
    <w:rsid w:val="006121D4"/>
    <w:rsid w:val="00613B49"/>
    <w:rsid w:val="00615227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6EF"/>
    <w:rsid w:val="006D6DFD"/>
    <w:rsid w:val="006E2B5F"/>
    <w:rsid w:val="006E2C4D"/>
    <w:rsid w:val="006E42FE"/>
    <w:rsid w:val="006F0D02"/>
    <w:rsid w:val="006F10FE"/>
    <w:rsid w:val="006F3622"/>
    <w:rsid w:val="00705EEC"/>
    <w:rsid w:val="00707741"/>
    <w:rsid w:val="00707927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56F9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42DA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8A2"/>
    <w:rsid w:val="00944C09"/>
    <w:rsid w:val="00952632"/>
    <w:rsid w:val="009527CB"/>
    <w:rsid w:val="00953835"/>
    <w:rsid w:val="00960F6C"/>
    <w:rsid w:val="00970747"/>
    <w:rsid w:val="00973C4B"/>
    <w:rsid w:val="00997BFC"/>
    <w:rsid w:val="009A5900"/>
    <w:rsid w:val="009A6E6C"/>
    <w:rsid w:val="009A6F3F"/>
    <w:rsid w:val="009B331A"/>
    <w:rsid w:val="009B38B7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2502"/>
    <w:rsid w:val="00AC4C98"/>
    <w:rsid w:val="00AC5F6B"/>
    <w:rsid w:val="00AD1A22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2FD0"/>
    <w:rsid w:val="00B443EE"/>
    <w:rsid w:val="00B560C8"/>
    <w:rsid w:val="00B61150"/>
    <w:rsid w:val="00B65BC7"/>
    <w:rsid w:val="00B746B9"/>
    <w:rsid w:val="00B848D4"/>
    <w:rsid w:val="00B865B7"/>
    <w:rsid w:val="00B9262B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59C7"/>
    <w:rsid w:val="00C26067"/>
    <w:rsid w:val="00C30A29"/>
    <w:rsid w:val="00C317DC"/>
    <w:rsid w:val="00C578E9"/>
    <w:rsid w:val="00C57AC5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C3B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0B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0297"/>
    <w:rsid w:val="00E91BFF"/>
    <w:rsid w:val="00E92933"/>
    <w:rsid w:val="00E94FAD"/>
    <w:rsid w:val="00EB0AA4"/>
    <w:rsid w:val="00EB4DBD"/>
    <w:rsid w:val="00EB5C88"/>
    <w:rsid w:val="00EC0469"/>
    <w:rsid w:val="00EC0C3E"/>
    <w:rsid w:val="00ED7F29"/>
    <w:rsid w:val="00EF01F8"/>
    <w:rsid w:val="00EF3268"/>
    <w:rsid w:val="00EF40EF"/>
    <w:rsid w:val="00EF47FE"/>
    <w:rsid w:val="00F02367"/>
    <w:rsid w:val="00F069BD"/>
    <w:rsid w:val="00F1480E"/>
    <w:rsid w:val="00F1497D"/>
    <w:rsid w:val="00F16AAC"/>
    <w:rsid w:val="00F30C7D"/>
    <w:rsid w:val="00F33FF2"/>
    <w:rsid w:val="00F438FC"/>
    <w:rsid w:val="00F508D2"/>
    <w:rsid w:val="00F5616F"/>
    <w:rsid w:val="00F56451"/>
    <w:rsid w:val="00F56827"/>
    <w:rsid w:val="00F62866"/>
    <w:rsid w:val="00F65EF0"/>
    <w:rsid w:val="00F65FD6"/>
    <w:rsid w:val="00F71651"/>
    <w:rsid w:val="00F76191"/>
    <w:rsid w:val="00F76CC6"/>
    <w:rsid w:val="00F83D7C"/>
    <w:rsid w:val="00FA29C3"/>
    <w:rsid w:val="00FB232E"/>
    <w:rsid w:val="00FB63EC"/>
    <w:rsid w:val="00FC1291"/>
    <w:rsid w:val="00FD3520"/>
    <w:rsid w:val="00FD557D"/>
    <w:rsid w:val="00FE0282"/>
    <w:rsid w:val="00FE124D"/>
    <w:rsid w:val="00FE792C"/>
    <w:rsid w:val="00FF58F8"/>
    <w:rsid w:val="00FF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B6BBCF"/>
  <w15:docId w15:val="{38552B5D-66BD-4B89-8472-54137C14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9526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FBP%2021-10%20and%2021-11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17C9E-6C93-4CF4-AC99-D2EC3BD38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5f7da2c-020d-4834-8620-64a7cab74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2CC3E0-D7F1-45E4-92B2-47FC7EC61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1299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3</cp:revision>
  <cp:lastPrinted>2016-05-27T05:21:00Z</cp:lastPrinted>
  <dcterms:created xsi:type="dcterms:W3CDTF">2020-11-04T00:08:00Z</dcterms:created>
  <dcterms:modified xsi:type="dcterms:W3CDTF">2020-11-04T03:28:00Z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